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C5" w:rsidRDefault="00A639C5" w:rsidP="0006320D">
      <w:pPr>
        <w:spacing w:after="0" w:line="240" w:lineRule="auto"/>
        <w:ind w:firstLine="5103"/>
        <w:rPr>
          <w:szCs w:val="24"/>
        </w:rPr>
      </w:pPr>
      <w:bookmarkStart w:id="0" w:name="_Hlk524878768"/>
    </w:p>
    <w:p w:rsidR="00A639C5" w:rsidRDefault="00A639C5" w:rsidP="0006320D">
      <w:pPr>
        <w:spacing w:after="0" w:line="240" w:lineRule="auto"/>
        <w:ind w:firstLine="5103"/>
        <w:rPr>
          <w:szCs w:val="24"/>
        </w:rPr>
      </w:pPr>
    </w:p>
    <w:p w:rsidR="00A639C5" w:rsidRDefault="00A639C5" w:rsidP="0006320D">
      <w:pPr>
        <w:spacing w:after="0" w:line="240" w:lineRule="auto"/>
        <w:ind w:firstLine="5103"/>
        <w:rPr>
          <w:szCs w:val="24"/>
        </w:rPr>
      </w:pPr>
    </w:p>
    <w:p w:rsidR="00A639C5" w:rsidRDefault="00A639C5" w:rsidP="0006320D">
      <w:pPr>
        <w:spacing w:after="0" w:line="240" w:lineRule="auto"/>
        <w:ind w:firstLine="5103"/>
        <w:rPr>
          <w:szCs w:val="24"/>
        </w:rPr>
      </w:pPr>
    </w:p>
    <w:p w:rsidR="000B0D6C" w:rsidRPr="000B0D6C" w:rsidRDefault="000B0D6C" w:rsidP="0006320D">
      <w:pPr>
        <w:spacing w:after="0" w:line="240" w:lineRule="auto"/>
        <w:ind w:firstLine="5103"/>
        <w:rPr>
          <w:szCs w:val="24"/>
        </w:rPr>
      </w:pPr>
      <w:r w:rsidRPr="000B0D6C">
        <w:rPr>
          <w:szCs w:val="24"/>
        </w:rPr>
        <w:t>Zürich Versicherungen</w:t>
      </w:r>
    </w:p>
    <w:p w:rsidR="000B0D6C" w:rsidRPr="000B0D6C" w:rsidRDefault="007A3FB4" w:rsidP="0006320D">
      <w:pPr>
        <w:spacing w:after="0" w:line="240" w:lineRule="auto"/>
        <w:ind w:firstLine="5103"/>
        <w:rPr>
          <w:szCs w:val="24"/>
        </w:rPr>
      </w:pPr>
      <w:r>
        <w:rPr>
          <w:szCs w:val="24"/>
        </w:rPr>
        <w:t>Industriestrasse</w:t>
      </w:r>
      <w:r w:rsidR="000B0D6C" w:rsidRPr="000B0D6C">
        <w:rPr>
          <w:szCs w:val="24"/>
        </w:rPr>
        <w:t xml:space="preserve"> 19</w:t>
      </w:r>
    </w:p>
    <w:p w:rsidR="000B0D6C" w:rsidRDefault="003104CF" w:rsidP="0006320D">
      <w:pPr>
        <w:spacing w:after="0" w:line="240" w:lineRule="auto"/>
        <w:ind w:firstLine="5103"/>
        <w:rPr>
          <w:szCs w:val="24"/>
        </w:rPr>
      </w:pPr>
      <w:r>
        <w:rPr>
          <w:szCs w:val="24"/>
        </w:rPr>
        <w:t>8008 Zürich</w:t>
      </w:r>
    </w:p>
    <w:p w:rsidR="0006320D" w:rsidRDefault="0006320D" w:rsidP="0006320D">
      <w:pPr>
        <w:spacing w:after="0" w:line="240" w:lineRule="auto"/>
        <w:ind w:firstLine="5103"/>
        <w:rPr>
          <w:szCs w:val="24"/>
        </w:rPr>
      </w:pPr>
    </w:p>
    <w:p w:rsidR="0006320D" w:rsidRDefault="0006320D" w:rsidP="0006320D">
      <w:pPr>
        <w:spacing w:after="0" w:line="240" w:lineRule="auto"/>
        <w:ind w:firstLine="5103"/>
        <w:rPr>
          <w:szCs w:val="24"/>
        </w:rPr>
      </w:pPr>
    </w:p>
    <w:p w:rsidR="0006320D" w:rsidRDefault="0006320D" w:rsidP="0006320D">
      <w:pPr>
        <w:spacing w:after="0" w:line="240" w:lineRule="auto"/>
        <w:ind w:firstLine="5103"/>
        <w:rPr>
          <w:szCs w:val="24"/>
        </w:rPr>
      </w:pPr>
    </w:p>
    <w:p w:rsidR="0006320D" w:rsidRDefault="0006320D" w:rsidP="0006320D">
      <w:pPr>
        <w:spacing w:after="0" w:line="240" w:lineRule="auto"/>
        <w:ind w:firstLine="5103"/>
        <w:rPr>
          <w:szCs w:val="24"/>
        </w:rPr>
      </w:pPr>
    </w:p>
    <w:p w:rsidR="0006320D" w:rsidRDefault="0006320D" w:rsidP="0006320D">
      <w:pPr>
        <w:spacing w:after="0" w:line="240" w:lineRule="auto"/>
        <w:ind w:firstLine="5103"/>
        <w:rPr>
          <w:szCs w:val="24"/>
        </w:rPr>
      </w:pPr>
    </w:p>
    <w:p w:rsidR="00A41F93" w:rsidRDefault="009A2A23" w:rsidP="0006320D">
      <w:pPr>
        <w:spacing w:after="0" w:line="240" w:lineRule="auto"/>
        <w:ind w:firstLine="5103"/>
        <w:rPr>
          <w:szCs w:val="24"/>
        </w:rPr>
      </w:pPr>
      <w:r>
        <w:rPr>
          <w:szCs w:val="24"/>
        </w:rPr>
        <w:t>4. Juni 2019</w:t>
      </w:r>
    </w:p>
    <w:p w:rsidR="0006320D" w:rsidRDefault="0006320D" w:rsidP="0006320D">
      <w:pPr>
        <w:spacing w:after="0" w:line="240" w:lineRule="auto"/>
        <w:ind w:firstLine="5103"/>
        <w:rPr>
          <w:szCs w:val="24"/>
        </w:rPr>
      </w:pPr>
    </w:p>
    <w:p w:rsidR="0006320D" w:rsidRDefault="0006320D" w:rsidP="0006320D">
      <w:pPr>
        <w:spacing w:after="0" w:line="240" w:lineRule="auto"/>
        <w:ind w:firstLine="5103"/>
        <w:rPr>
          <w:szCs w:val="24"/>
        </w:rPr>
      </w:pPr>
    </w:p>
    <w:p w:rsidR="0006320D" w:rsidRPr="000B0D6C" w:rsidRDefault="0006320D" w:rsidP="0006320D">
      <w:pPr>
        <w:spacing w:after="0" w:line="240" w:lineRule="auto"/>
        <w:ind w:firstLine="5103"/>
        <w:rPr>
          <w:szCs w:val="24"/>
        </w:rPr>
      </w:pPr>
    </w:p>
    <w:p w:rsidR="00F4634F" w:rsidRDefault="003104CF" w:rsidP="0006320D">
      <w:pPr>
        <w:spacing w:after="0" w:line="240" w:lineRule="auto"/>
        <w:rPr>
          <w:b/>
          <w:smallCaps/>
          <w:color w:val="1F4E79" w:themeColor="accent1" w:themeShade="80"/>
          <w:szCs w:val="24"/>
        </w:rPr>
      </w:pPr>
      <w:r w:rsidRPr="00E9375B">
        <w:rPr>
          <w:b/>
          <w:smallCaps/>
          <w:color w:val="1F4E79" w:themeColor="accent1" w:themeShade="80"/>
          <w:szCs w:val="24"/>
        </w:rPr>
        <w:t>Einladung – Spendenlauf «sauberes Mittelmeer»</w:t>
      </w:r>
    </w:p>
    <w:p w:rsidR="0006320D" w:rsidRPr="0006320D" w:rsidRDefault="0006320D" w:rsidP="0006320D">
      <w:pPr>
        <w:spacing w:after="0" w:line="240" w:lineRule="auto"/>
        <w:rPr>
          <w:smallCaps/>
          <w:color w:val="1F4E79" w:themeColor="accent1" w:themeShade="80"/>
          <w:szCs w:val="24"/>
        </w:rPr>
      </w:pPr>
    </w:p>
    <w:p w:rsidR="0006320D" w:rsidRPr="0006320D" w:rsidRDefault="0006320D" w:rsidP="0006320D">
      <w:pPr>
        <w:spacing w:after="0" w:line="240" w:lineRule="auto"/>
        <w:rPr>
          <w:smallCaps/>
          <w:color w:val="1F4E79" w:themeColor="accent1" w:themeShade="80"/>
          <w:szCs w:val="24"/>
        </w:rPr>
      </w:pPr>
    </w:p>
    <w:p w:rsidR="00F4634F" w:rsidRDefault="000B0D6C" w:rsidP="0006320D">
      <w:pPr>
        <w:spacing w:after="0" w:line="240" w:lineRule="auto"/>
        <w:rPr>
          <w:szCs w:val="24"/>
        </w:rPr>
      </w:pPr>
      <w:r w:rsidRPr="000B0D6C">
        <w:rPr>
          <w:szCs w:val="24"/>
        </w:rPr>
        <w:t>Sehr geehrte Berufsbildner und Berufsbildnerinnen</w:t>
      </w:r>
    </w:p>
    <w:p w:rsidR="0006320D" w:rsidRPr="000B0D6C" w:rsidRDefault="0006320D" w:rsidP="0006320D">
      <w:pPr>
        <w:spacing w:after="0" w:line="240" w:lineRule="auto"/>
        <w:rPr>
          <w:szCs w:val="24"/>
        </w:rPr>
      </w:pPr>
    </w:p>
    <w:p w:rsidR="00871888" w:rsidRDefault="000B0D6C" w:rsidP="0006320D">
      <w:pPr>
        <w:spacing w:after="0" w:line="240" w:lineRule="auto"/>
        <w:rPr>
          <w:szCs w:val="24"/>
        </w:rPr>
      </w:pPr>
      <w:r w:rsidRPr="000B0D6C">
        <w:rPr>
          <w:szCs w:val="24"/>
        </w:rPr>
        <w:t>I</w:t>
      </w:r>
      <w:r w:rsidR="00871888" w:rsidRPr="000B0D6C">
        <w:rPr>
          <w:szCs w:val="24"/>
        </w:rPr>
        <w:t xml:space="preserve">m Rahmen </w:t>
      </w:r>
      <w:r w:rsidR="000B57C9" w:rsidRPr="000B0D6C">
        <w:rPr>
          <w:szCs w:val="24"/>
        </w:rPr>
        <w:t>der Prüfungsvorbereitung</w:t>
      </w:r>
      <w:r w:rsidRPr="000B0D6C">
        <w:rPr>
          <w:szCs w:val="24"/>
        </w:rPr>
        <w:t xml:space="preserve"> waren wir</w:t>
      </w:r>
      <w:r w:rsidR="00871888" w:rsidRPr="000B0D6C">
        <w:rPr>
          <w:szCs w:val="24"/>
        </w:rPr>
        <w:t xml:space="preserve"> in Frankreich in der Nähe des Mittelmeers. </w:t>
      </w:r>
      <w:r w:rsidR="003A4FCA" w:rsidRPr="000B0D6C">
        <w:rPr>
          <w:szCs w:val="24"/>
        </w:rPr>
        <w:t xml:space="preserve">Der herumliegende Plastikmüll an den Stränden </w:t>
      </w:r>
      <w:r w:rsidR="00871888" w:rsidRPr="000B0D6C">
        <w:rPr>
          <w:szCs w:val="24"/>
        </w:rPr>
        <w:t xml:space="preserve">ist </w:t>
      </w:r>
      <w:r w:rsidR="00780F68" w:rsidRPr="000B0D6C">
        <w:rPr>
          <w:szCs w:val="24"/>
        </w:rPr>
        <w:t>uns</w:t>
      </w:r>
      <w:r w:rsidR="00871888" w:rsidRPr="000B0D6C">
        <w:rPr>
          <w:szCs w:val="24"/>
        </w:rPr>
        <w:t xml:space="preserve"> </w:t>
      </w:r>
      <w:r w:rsidR="00780F68" w:rsidRPr="000B0D6C">
        <w:rPr>
          <w:szCs w:val="24"/>
        </w:rPr>
        <w:t xml:space="preserve">negativ </w:t>
      </w:r>
      <w:r w:rsidR="00871888" w:rsidRPr="000B0D6C">
        <w:rPr>
          <w:szCs w:val="24"/>
        </w:rPr>
        <w:t xml:space="preserve">aufgefallen und hat </w:t>
      </w:r>
      <w:r w:rsidR="00780F68" w:rsidRPr="000B0D6C">
        <w:rPr>
          <w:szCs w:val="24"/>
        </w:rPr>
        <w:t xml:space="preserve">uns </w:t>
      </w:r>
      <w:r w:rsidR="0006320D">
        <w:rPr>
          <w:szCs w:val="24"/>
        </w:rPr>
        <w:t>aufhorchen lassen.</w:t>
      </w:r>
      <w:r w:rsidR="00A639C5">
        <w:rPr>
          <w:szCs w:val="24"/>
        </w:rPr>
        <w:t xml:space="preserve"> </w:t>
      </w:r>
      <w:bookmarkStart w:id="1" w:name="_GoBack"/>
      <w:bookmarkEnd w:id="1"/>
    </w:p>
    <w:p w:rsidR="0006320D" w:rsidRPr="000B0D6C" w:rsidRDefault="0006320D" w:rsidP="0006320D">
      <w:pPr>
        <w:spacing w:after="0" w:line="240" w:lineRule="auto"/>
        <w:rPr>
          <w:szCs w:val="24"/>
        </w:rPr>
      </w:pPr>
    </w:p>
    <w:p w:rsidR="003A4FCA" w:rsidRDefault="0064490E" w:rsidP="0006320D">
      <w:pPr>
        <w:spacing w:after="0" w:line="240" w:lineRule="auto"/>
        <w:rPr>
          <w:szCs w:val="24"/>
        </w:rPr>
      </w:pPr>
      <w:r w:rsidRPr="000B0D6C">
        <w:rPr>
          <w:szCs w:val="24"/>
        </w:rPr>
        <w:t>In Absprache mit der Schulleitung organisieren wir</w:t>
      </w:r>
      <w:r w:rsidR="00871888" w:rsidRPr="000B0D6C">
        <w:rPr>
          <w:szCs w:val="24"/>
        </w:rPr>
        <w:t xml:space="preserve"> </w:t>
      </w:r>
      <w:r w:rsidRPr="000B0D6C">
        <w:rPr>
          <w:szCs w:val="24"/>
        </w:rPr>
        <w:t>an unserer Schule eine</w:t>
      </w:r>
      <w:r w:rsidR="0068385D" w:rsidRPr="000B0D6C">
        <w:rPr>
          <w:szCs w:val="24"/>
        </w:rPr>
        <w:t>n</w:t>
      </w:r>
      <w:r w:rsidRPr="000B0D6C">
        <w:rPr>
          <w:szCs w:val="24"/>
        </w:rPr>
        <w:t xml:space="preserve"> </w:t>
      </w:r>
      <w:r w:rsidR="00795A3C">
        <w:rPr>
          <w:szCs w:val="24"/>
        </w:rPr>
        <w:t xml:space="preserve">Spendenlauf </w:t>
      </w:r>
      <w:r w:rsidR="0035770E">
        <w:rPr>
          <w:szCs w:val="24"/>
        </w:rPr>
        <w:t>zum Thema «</w:t>
      </w:r>
      <w:r w:rsidRPr="000B0D6C">
        <w:rPr>
          <w:szCs w:val="24"/>
        </w:rPr>
        <w:t>sauber</w:t>
      </w:r>
      <w:r w:rsidR="00F41A2F" w:rsidRPr="000B0D6C">
        <w:rPr>
          <w:szCs w:val="24"/>
        </w:rPr>
        <w:t>e</w:t>
      </w:r>
      <w:r w:rsidR="0035770E">
        <w:rPr>
          <w:szCs w:val="24"/>
        </w:rPr>
        <w:t>s Mittelmeer»</w:t>
      </w:r>
      <w:r w:rsidRPr="000B0D6C">
        <w:rPr>
          <w:szCs w:val="24"/>
        </w:rPr>
        <w:t xml:space="preserve">. </w:t>
      </w:r>
      <w:r w:rsidR="00871888" w:rsidRPr="000B0D6C">
        <w:rPr>
          <w:szCs w:val="24"/>
        </w:rPr>
        <w:t xml:space="preserve">Der Erlös geht an eine Umweltschutzorganisation </w:t>
      </w:r>
      <w:r w:rsidR="00780F68" w:rsidRPr="000B0D6C">
        <w:rPr>
          <w:szCs w:val="24"/>
        </w:rPr>
        <w:t>vor Ort</w:t>
      </w:r>
      <w:r w:rsidR="000B0D6C" w:rsidRPr="000B0D6C">
        <w:rPr>
          <w:szCs w:val="24"/>
        </w:rPr>
        <w:t xml:space="preserve"> in Frankreich</w:t>
      </w:r>
      <w:r w:rsidR="00871888" w:rsidRPr="000B0D6C">
        <w:rPr>
          <w:szCs w:val="24"/>
        </w:rPr>
        <w:t>.</w:t>
      </w:r>
    </w:p>
    <w:p w:rsidR="0006320D" w:rsidRPr="000B0D6C" w:rsidRDefault="0006320D" w:rsidP="0006320D">
      <w:pPr>
        <w:spacing w:after="0" w:line="240" w:lineRule="auto"/>
        <w:rPr>
          <w:szCs w:val="24"/>
        </w:rPr>
      </w:pPr>
    </w:p>
    <w:p w:rsidR="00871888" w:rsidRDefault="00CE6FE6" w:rsidP="0006320D">
      <w:pPr>
        <w:spacing w:after="0" w:line="240" w:lineRule="auto"/>
        <w:rPr>
          <w:szCs w:val="24"/>
        </w:rPr>
      </w:pPr>
      <w:r w:rsidRPr="000B0D6C">
        <w:rPr>
          <w:szCs w:val="24"/>
        </w:rPr>
        <w:t xml:space="preserve">Wir </w:t>
      </w:r>
      <w:r w:rsidR="009A051C" w:rsidRPr="000B0D6C">
        <w:rPr>
          <w:szCs w:val="24"/>
        </w:rPr>
        <w:t>laden Sie herzlich zu diesem Anlass ein</w:t>
      </w:r>
      <w:r w:rsidR="00C85A0C">
        <w:rPr>
          <w:szCs w:val="24"/>
        </w:rPr>
        <w:t>:</w:t>
      </w:r>
    </w:p>
    <w:p w:rsidR="0006320D" w:rsidRPr="000B0D6C" w:rsidRDefault="0006320D" w:rsidP="0006320D">
      <w:pPr>
        <w:spacing w:after="0" w:line="240" w:lineRule="auto"/>
        <w:rPr>
          <w:szCs w:val="24"/>
        </w:rPr>
      </w:pPr>
    </w:p>
    <w:p w:rsidR="00DE64E8" w:rsidRPr="000B0D6C" w:rsidRDefault="00DE64E8" w:rsidP="006229FC">
      <w:pPr>
        <w:spacing w:after="120" w:line="240" w:lineRule="auto"/>
        <w:ind w:left="1559" w:hanging="1559"/>
        <w:rPr>
          <w:szCs w:val="24"/>
        </w:rPr>
      </w:pPr>
      <w:r w:rsidRPr="000B0D6C">
        <w:rPr>
          <w:b/>
          <w:szCs w:val="24"/>
        </w:rPr>
        <w:t>Wann</w:t>
      </w:r>
      <w:r w:rsidRPr="000B0D6C">
        <w:rPr>
          <w:b/>
          <w:szCs w:val="24"/>
        </w:rPr>
        <w:tab/>
      </w:r>
      <w:r w:rsidRPr="000B0D6C">
        <w:rPr>
          <w:szCs w:val="24"/>
        </w:rPr>
        <w:t>Freitag, 20. September 2019</w:t>
      </w:r>
    </w:p>
    <w:p w:rsidR="0068385D" w:rsidRPr="000B0D6C" w:rsidRDefault="0068385D" w:rsidP="006229FC">
      <w:pPr>
        <w:spacing w:after="120" w:line="240" w:lineRule="auto"/>
        <w:ind w:left="1559" w:hanging="1559"/>
        <w:rPr>
          <w:szCs w:val="24"/>
        </w:rPr>
      </w:pPr>
      <w:r w:rsidRPr="000B0D6C">
        <w:rPr>
          <w:b/>
          <w:szCs w:val="24"/>
        </w:rPr>
        <w:t>Wo</w:t>
      </w:r>
      <w:r w:rsidRPr="000B0D6C">
        <w:rPr>
          <w:b/>
          <w:szCs w:val="24"/>
        </w:rPr>
        <w:tab/>
      </w:r>
      <w:r w:rsidRPr="000B0D6C">
        <w:rPr>
          <w:szCs w:val="24"/>
        </w:rPr>
        <w:t xml:space="preserve">Berufsfachschule </w:t>
      </w:r>
      <w:r w:rsidR="0035770E">
        <w:rPr>
          <w:szCs w:val="24"/>
        </w:rPr>
        <w:t>Zürich</w:t>
      </w:r>
      <w:r w:rsidRPr="000B0D6C">
        <w:rPr>
          <w:szCs w:val="24"/>
        </w:rPr>
        <w:t>, Niklaus-Konrad</w:t>
      </w:r>
      <w:r w:rsidR="00871888" w:rsidRPr="000B0D6C">
        <w:rPr>
          <w:szCs w:val="24"/>
        </w:rPr>
        <w:t>-S</w:t>
      </w:r>
      <w:r w:rsidRPr="000B0D6C">
        <w:rPr>
          <w:szCs w:val="24"/>
        </w:rPr>
        <w:t xml:space="preserve">trasse 5, </w:t>
      </w:r>
      <w:r w:rsidR="0035770E">
        <w:rPr>
          <w:szCs w:val="24"/>
        </w:rPr>
        <w:t>8001 Zürich</w:t>
      </w:r>
    </w:p>
    <w:p w:rsidR="00DE64E8" w:rsidRPr="000B0D6C" w:rsidRDefault="007A0389" w:rsidP="006229FC">
      <w:pPr>
        <w:spacing w:after="120" w:line="240" w:lineRule="auto"/>
        <w:ind w:left="1559" w:hanging="1559"/>
        <w:rPr>
          <w:szCs w:val="24"/>
        </w:rPr>
      </w:pPr>
      <w:r w:rsidRPr="000B0D6C">
        <w:rPr>
          <w:b/>
          <w:szCs w:val="24"/>
        </w:rPr>
        <w:t xml:space="preserve">Begrüssung </w:t>
      </w:r>
      <w:r w:rsidR="00DE64E8" w:rsidRPr="000B0D6C">
        <w:rPr>
          <w:szCs w:val="24"/>
        </w:rPr>
        <w:tab/>
      </w:r>
      <w:r w:rsidRPr="000B0D6C">
        <w:rPr>
          <w:szCs w:val="24"/>
        </w:rPr>
        <w:t>14.30</w:t>
      </w:r>
      <w:r w:rsidR="008117DC" w:rsidRPr="000B0D6C">
        <w:rPr>
          <w:szCs w:val="24"/>
        </w:rPr>
        <w:t>–14.45</w:t>
      </w:r>
      <w:r w:rsidR="00DE64E8" w:rsidRPr="000B0D6C">
        <w:rPr>
          <w:szCs w:val="24"/>
        </w:rPr>
        <w:t xml:space="preserve"> Uhr beim Schulhauseingang </w:t>
      </w:r>
      <w:r w:rsidRPr="000B0D6C">
        <w:rPr>
          <w:szCs w:val="24"/>
        </w:rPr>
        <w:t xml:space="preserve">durch den Rektor, </w:t>
      </w:r>
      <w:r w:rsidR="00413473" w:rsidRPr="000B0D6C">
        <w:rPr>
          <w:szCs w:val="24"/>
        </w:rPr>
        <w:t xml:space="preserve">Herr </w:t>
      </w:r>
      <w:r w:rsidRPr="000B0D6C">
        <w:rPr>
          <w:szCs w:val="24"/>
        </w:rPr>
        <w:t>Thomas Meier</w:t>
      </w:r>
    </w:p>
    <w:p w:rsidR="00780F68" w:rsidRPr="000B0D6C" w:rsidRDefault="00780F68" w:rsidP="006229FC">
      <w:pPr>
        <w:spacing w:after="120" w:line="240" w:lineRule="auto"/>
        <w:ind w:left="1559" w:hanging="1559"/>
        <w:rPr>
          <w:szCs w:val="24"/>
        </w:rPr>
      </w:pPr>
      <w:r w:rsidRPr="000B0D6C">
        <w:rPr>
          <w:b/>
          <w:szCs w:val="24"/>
        </w:rPr>
        <w:t>Startzeiten</w:t>
      </w:r>
      <w:r w:rsidR="00DE64E8" w:rsidRPr="000B0D6C">
        <w:rPr>
          <w:b/>
          <w:szCs w:val="24"/>
        </w:rPr>
        <w:tab/>
      </w:r>
      <w:r w:rsidR="00DE64E8" w:rsidRPr="000B0D6C">
        <w:rPr>
          <w:szCs w:val="24"/>
        </w:rPr>
        <w:t>15.00</w:t>
      </w:r>
      <w:r w:rsidRPr="000B0D6C">
        <w:rPr>
          <w:szCs w:val="24"/>
        </w:rPr>
        <w:t xml:space="preserve">–16.00 </w:t>
      </w:r>
      <w:r w:rsidR="00A41F93">
        <w:rPr>
          <w:szCs w:val="24"/>
        </w:rPr>
        <w:t>Uhr</w:t>
      </w:r>
      <w:r w:rsidR="0095486A">
        <w:rPr>
          <w:szCs w:val="24"/>
        </w:rPr>
        <w:t xml:space="preserve"> </w:t>
      </w:r>
      <w:r w:rsidRPr="000B0D6C">
        <w:rPr>
          <w:szCs w:val="24"/>
        </w:rPr>
        <w:t>Start de</w:t>
      </w:r>
      <w:r w:rsidR="00593B90">
        <w:rPr>
          <w:szCs w:val="24"/>
        </w:rPr>
        <w:t>s</w:t>
      </w:r>
      <w:r w:rsidRPr="000B0D6C">
        <w:rPr>
          <w:szCs w:val="24"/>
        </w:rPr>
        <w:t xml:space="preserve"> 1.–3. Lehrjahr</w:t>
      </w:r>
      <w:r w:rsidR="000B0D6C" w:rsidRPr="000B0D6C">
        <w:rPr>
          <w:szCs w:val="24"/>
        </w:rPr>
        <w:t>e</w:t>
      </w:r>
      <w:r w:rsidR="00593B90">
        <w:rPr>
          <w:szCs w:val="24"/>
        </w:rPr>
        <w:t>s</w:t>
      </w:r>
      <w:r w:rsidRPr="000B0D6C">
        <w:rPr>
          <w:szCs w:val="24"/>
        </w:rPr>
        <w:t xml:space="preserve"> im Intervall von 30 Minuten </w:t>
      </w:r>
    </w:p>
    <w:p w:rsidR="00DE64E8" w:rsidRDefault="006C5B88" w:rsidP="0006320D">
      <w:pPr>
        <w:spacing w:after="0" w:line="240" w:lineRule="auto"/>
        <w:ind w:left="1560" w:hanging="1560"/>
        <w:rPr>
          <w:szCs w:val="24"/>
        </w:rPr>
      </w:pPr>
      <w:r w:rsidRPr="000B0D6C">
        <w:rPr>
          <w:b/>
          <w:szCs w:val="24"/>
        </w:rPr>
        <w:t>Verpflegung</w:t>
      </w:r>
      <w:r w:rsidR="00DE64E8" w:rsidRPr="000B0D6C">
        <w:rPr>
          <w:b/>
          <w:szCs w:val="24"/>
        </w:rPr>
        <w:tab/>
      </w:r>
      <w:r w:rsidRPr="000B0D6C">
        <w:rPr>
          <w:szCs w:val="24"/>
        </w:rPr>
        <w:t>ab</w:t>
      </w:r>
      <w:r w:rsidRPr="000B0D6C">
        <w:rPr>
          <w:b/>
          <w:szCs w:val="24"/>
        </w:rPr>
        <w:t xml:space="preserve"> </w:t>
      </w:r>
      <w:r w:rsidRPr="000B0D6C">
        <w:rPr>
          <w:szCs w:val="24"/>
        </w:rPr>
        <w:t>16.00 Uhr Überdeckung Kreuzacker, Grilladen und Getränke</w:t>
      </w:r>
    </w:p>
    <w:p w:rsidR="0006320D" w:rsidRPr="000B0D6C" w:rsidRDefault="0006320D" w:rsidP="0006320D">
      <w:pPr>
        <w:spacing w:after="0" w:line="240" w:lineRule="auto"/>
        <w:ind w:left="1560" w:hanging="1560"/>
        <w:rPr>
          <w:szCs w:val="24"/>
        </w:rPr>
      </w:pPr>
    </w:p>
    <w:p w:rsidR="00780F68" w:rsidRDefault="00871888" w:rsidP="0006320D">
      <w:pPr>
        <w:spacing w:after="0" w:line="240" w:lineRule="auto"/>
        <w:rPr>
          <w:szCs w:val="24"/>
        </w:rPr>
      </w:pPr>
      <w:r w:rsidRPr="000B0D6C">
        <w:rPr>
          <w:szCs w:val="24"/>
        </w:rPr>
        <w:t>Die Lernenden kommen mit der Sponsorenliste auf Sie zu.</w:t>
      </w:r>
      <w:r w:rsidR="000B0D6C" w:rsidRPr="000B0D6C">
        <w:rPr>
          <w:szCs w:val="24"/>
        </w:rPr>
        <w:t xml:space="preserve"> Vielen Dank für </w:t>
      </w:r>
      <w:r w:rsidR="000B0D6C" w:rsidRPr="000B0D6C">
        <w:rPr>
          <w:b/>
          <w:szCs w:val="24"/>
        </w:rPr>
        <w:t>Ihre wertvolle Unterstützung.</w:t>
      </w:r>
      <w:r w:rsidR="0006320D">
        <w:rPr>
          <w:b/>
          <w:szCs w:val="24"/>
        </w:rPr>
        <w:t xml:space="preserve"> </w:t>
      </w:r>
      <w:r w:rsidR="007A0389" w:rsidRPr="00795A3C">
        <w:rPr>
          <w:szCs w:val="24"/>
        </w:rPr>
        <w:t>Wir freuen uns auf Ihre Teilnahme</w:t>
      </w:r>
      <w:r w:rsidR="007A0389" w:rsidRPr="000B0D6C">
        <w:rPr>
          <w:szCs w:val="24"/>
        </w:rPr>
        <w:t xml:space="preserve"> und sind sicher, dass sich viele </w:t>
      </w:r>
      <w:r w:rsidR="00E66741" w:rsidRPr="000B0D6C">
        <w:rPr>
          <w:szCs w:val="24"/>
        </w:rPr>
        <w:t>i</w:t>
      </w:r>
      <w:r w:rsidR="007A0389" w:rsidRPr="000B0D6C">
        <w:rPr>
          <w:szCs w:val="24"/>
        </w:rPr>
        <w:t>nteressante Gespräch</w:t>
      </w:r>
      <w:r w:rsidR="00F83CA4">
        <w:rPr>
          <w:szCs w:val="24"/>
        </w:rPr>
        <w:t>e</w:t>
      </w:r>
      <w:r w:rsidR="007A0389" w:rsidRPr="000B0D6C">
        <w:rPr>
          <w:szCs w:val="24"/>
        </w:rPr>
        <w:t xml:space="preserve"> in ungezwungener Atmosphäre ergeben werden. </w:t>
      </w:r>
      <w:r w:rsidR="00360FF2" w:rsidRPr="000B0D6C">
        <w:rPr>
          <w:szCs w:val="24"/>
        </w:rPr>
        <w:t xml:space="preserve">Bitte melden Sie sich mit dem </w:t>
      </w:r>
      <w:r w:rsidR="0035770E">
        <w:rPr>
          <w:szCs w:val="24"/>
        </w:rPr>
        <w:t>Formular</w:t>
      </w:r>
      <w:r w:rsidR="00360FF2" w:rsidRPr="000B0D6C">
        <w:rPr>
          <w:szCs w:val="24"/>
        </w:rPr>
        <w:t xml:space="preserve"> an.</w:t>
      </w:r>
    </w:p>
    <w:p w:rsidR="0006320D" w:rsidRPr="000B0D6C" w:rsidRDefault="0006320D" w:rsidP="0006320D">
      <w:pPr>
        <w:spacing w:after="0" w:line="240" w:lineRule="auto"/>
        <w:rPr>
          <w:szCs w:val="24"/>
        </w:rPr>
      </w:pPr>
    </w:p>
    <w:p w:rsidR="00360FF2" w:rsidRDefault="00360FF2" w:rsidP="0006320D">
      <w:pPr>
        <w:spacing w:after="0" w:line="240" w:lineRule="auto"/>
        <w:ind w:firstLine="5103"/>
        <w:rPr>
          <w:szCs w:val="24"/>
        </w:rPr>
      </w:pPr>
      <w:r w:rsidRPr="000B0D6C">
        <w:rPr>
          <w:szCs w:val="24"/>
        </w:rPr>
        <w:t>Freundliche Grüsse</w:t>
      </w:r>
    </w:p>
    <w:p w:rsidR="0006320D" w:rsidRPr="000B0D6C" w:rsidRDefault="0006320D" w:rsidP="0006320D">
      <w:pPr>
        <w:spacing w:after="0" w:line="240" w:lineRule="auto"/>
        <w:ind w:firstLine="5103"/>
        <w:rPr>
          <w:szCs w:val="24"/>
        </w:rPr>
      </w:pPr>
    </w:p>
    <w:p w:rsidR="00360FF2" w:rsidRDefault="00360FF2" w:rsidP="0006320D">
      <w:pPr>
        <w:spacing w:after="0" w:line="240" w:lineRule="auto"/>
        <w:ind w:left="5103"/>
        <w:rPr>
          <w:szCs w:val="24"/>
        </w:rPr>
      </w:pPr>
      <w:r w:rsidRPr="000B0D6C">
        <w:rPr>
          <w:szCs w:val="24"/>
        </w:rPr>
        <w:t xml:space="preserve">Organisationskomitee </w:t>
      </w:r>
      <w:r w:rsidR="00780F68" w:rsidRPr="000B0D6C">
        <w:rPr>
          <w:szCs w:val="24"/>
        </w:rPr>
        <w:br/>
      </w:r>
      <w:r w:rsidR="003104CF">
        <w:rPr>
          <w:szCs w:val="24"/>
        </w:rPr>
        <w:t>«</w:t>
      </w:r>
      <w:r w:rsidRPr="000B0D6C">
        <w:rPr>
          <w:szCs w:val="24"/>
        </w:rPr>
        <w:t xml:space="preserve">sauberes </w:t>
      </w:r>
      <w:r w:rsidR="00780F68" w:rsidRPr="000B0D6C">
        <w:rPr>
          <w:szCs w:val="24"/>
        </w:rPr>
        <w:t>Mittelm</w:t>
      </w:r>
      <w:r w:rsidR="003104CF">
        <w:rPr>
          <w:szCs w:val="24"/>
        </w:rPr>
        <w:t>eer»</w:t>
      </w:r>
    </w:p>
    <w:p w:rsidR="0006320D" w:rsidRDefault="0006320D" w:rsidP="0006320D">
      <w:pPr>
        <w:spacing w:after="0" w:line="240" w:lineRule="auto"/>
        <w:ind w:left="5103"/>
        <w:rPr>
          <w:szCs w:val="24"/>
        </w:rPr>
      </w:pPr>
    </w:p>
    <w:p w:rsidR="0006320D" w:rsidRDefault="0006320D" w:rsidP="0006320D">
      <w:pPr>
        <w:spacing w:after="0" w:line="240" w:lineRule="auto"/>
        <w:ind w:left="5103"/>
        <w:rPr>
          <w:szCs w:val="24"/>
        </w:rPr>
      </w:pPr>
    </w:p>
    <w:p w:rsidR="0006320D" w:rsidRPr="000B0D6C" w:rsidRDefault="0006320D" w:rsidP="0006320D">
      <w:pPr>
        <w:spacing w:after="0" w:line="240" w:lineRule="auto"/>
        <w:ind w:left="5103"/>
        <w:rPr>
          <w:szCs w:val="24"/>
        </w:rPr>
      </w:pPr>
    </w:p>
    <w:p w:rsidR="00FA5979" w:rsidRPr="000B0D6C" w:rsidRDefault="008117DC" w:rsidP="0006320D">
      <w:pPr>
        <w:spacing w:after="0" w:line="240" w:lineRule="auto"/>
        <w:ind w:firstLine="5103"/>
        <w:rPr>
          <w:szCs w:val="24"/>
        </w:rPr>
      </w:pPr>
      <w:r w:rsidRPr="000B0D6C">
        <w:rPr>
          <w:szCs w:val="24"/>
        </w:rPr>
        <w:t>Sarah</w:t>
      </w:r>
      <w:r w:rsidR="00360FF2" w:rsidRPr="000B0D6C">
        <w:rPr>
          <w:szCs w:val="24"/>
        </w:rPr>
        <w:t xml:space="preserve"> Sieber</w:t>
      </w:r>
    </w:p>
    <w:p w:rsidR="00780F68" w:rsidRPr="000B0D6C" w:rsidRDefault="00FA5979" w:rsidP="0006320D">
      <w:pPr>
        <w:spacing w:after="0" w:line="240" w:lineRule="auto"/>
        <w:rPr>
          <w:szCs w:val="24"/>
        </w:rPr>
      </w:pPr>
      <w:r w:rsidRPr="000B0D6C">
        <w:rPr>
          <w:szCs w:val="24"/>
        </w:rPr>
        <w:t>Anmelde</w:t>
      </w:r>
      <w:bookmarkEnd w:id="0"/>
      <w:r w:rsidR="0035770E">
        <w:rPr>
          <w:szCs w:val="24"/>
        </w:rPr>
        <w:t>formular</w:t>
      </w:r>
    </w:p>
    <w:sectPr w:rsidR="00780F68" w:rsidRPr="000B0D6C" w:rsidSect="00A639C5">
      <w:headerReference w:type="default" r:id="rId7"/>
      <w:footerReference w:type="default" r:id="rId8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50B" w:rsidRDefault="00BA050B" w:rsidP="00F4634F">
      <w:pPr>
        <w:spacing w:after="0" w:line="240" w:lineRule="auto"/>
      </w:pPr>
      <w:r>
        <w:separator/>
      </w:r>
    </w:p>
  </w:endnote>
  <w:endnote w:type="continuationSeparator" w:id="0">
    <w:p w:rsidR="00BA050B" w:rsidRDefault="00BA050B" w:rsidP="00F46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214" w:rsidRDefault="00463214" w:rsidP="00463214">
    <w:pPr>
      <w:pStyle w:val="Fuzeile"/>
    </w:pPr>
    <w:r>
      <w:t>Kandidatennummer Nachname Vorname</w:t>
    </w:r>
  </w:p>
  <w:p w:rsidR="00463214" w:rsidRDefault="004632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50B" w:rsidRDefault="00BA050B" w:rsidP="00F4634F">
      <w:pPr>
        <w:spacing w:after="0" w:line="240" w:lineRule="auto"/>
      </w:pPr>
      <w:r>
        <w:separator/>
      </w:r>
    </w:p>
  </w:footnote>
  <w:footnote w:type="continuationSeparator" w:id="0">
    <w:p w:rsidR="00BA050B" w:rsidRDefault="00BA050B" w:rsidP="00F46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4F" w:rsidRDefault="00F4634F">
    <w:pPr>
      <w:pStyle w:val="Kopfzeile"/>
    </w:pPr>
    <w:r>
      <w:t>Organisationskomitee</w:t>
    </w:r>
  </w:p>
  <w:p w:rsidR="00F4634F" w:rsidRDefault="003104CF">
    <w:pPr>
      <w:pStyle w:val="Kopfzeile"/>
    </w:pPr>
    <w:r>
      <w:t>«</w:t>
    </w:r>
    <w:r w:rsidR="00171DD1">
      <w:t xml:space="preserve">sauberes </w:t>
    </w:r>
    <w:r>
      <w:t>Mittelmeer»</w:t>
    </w:r>
  </w:p>
  <w:p w:rsidR="00BC7DC8" w:rsidRDefault="003104CF">
    <w:pPr>
      <w:pStyle w:val="Kopfzeile"/>
    </w:pPr>
    <w:r>
      <w:t>8001 Zürich</w:t>
    </w:r>
  </w:p>
  <w:p w:rsidR="00F4634F" w:rsidRPr="00F4634F" w:rsidRDefault="00F4634F" w:rsidP="00F4634F">
    <w:pPr>
      <w:pStyle w:val="Kopfzeile"/>
      <w:pBdr>
        <w:bottom w:val="single" w:sz="4" w:space="1" w:color="auto"/>
      </w:pBdr>
    </w:pPr>
    <w:r w:rsidRPr="00F4634F">
      <w:t>E-Mail: info@</w:t>
    </w:r>
    <w:r w:rsidR="00F15897">
      <w:t>smm.ch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663C0"/>
    <w:multiLevelType w:val="hybridMultilevel"/>
    <w:tmpl w:val="D602899C"/>
    <w:lvl w:ilvl="0" w:tplc="2EFC06E6">
      <w:numFmt w:val="bullet"/>
      <w:lvlText w:val=""/>
      <w:lvlJc w:val="left"/>
      <w:pPr>
        <w:ind w:left="786" w:hanging="360"/>
      </w:pPr>
      <w:rPr>
        <w:rFonts w:ascii="Wingdings 2" w:eastAsia="Times New Roman" w:hAnsi="Wingdings 2" w:cs="Arial" w:hint="default"/>
      </w:rPr>
    </w:lvl>
    <w:lvl w:ilvl="1" w:tplc="0807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BDD5C68"/>
    <w:multiLevelType w:val="hybridMultilevel"/>
    <w:tmpl w:val="956614A0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4F"/>
    <w:rsid w:val="000418CE"/>
    <w:rsid w:val="0006320D"/>
    <w:rsid w:val="000B0D6C"/>
    <w:rsid w:val="000B57C9"/>
    <w:rsid w:val="00171DD1"/>
    <w:rsid w:val="001F1F17"/>
    <w:rsid w:val="00204077"/>
    <w:rsid w:val="0020497D"/>
    <w:rsid w:val="002117FF"/>
    <w:rsid w:val="002177E2"/>
    <w:rsid w:val="003104CF"/>
    <w:rsid w:val="0035770E"/>
    <w:rsid w:val="00360FF2"/>
    <w:rsid w:val="003A4FCA"/>
    <w:rsid w:val="00400430"/>
    <w:rsid w:val="00413473"/>
    <w:rsid w:val="00463214"/>
    <w:rsid w:val="004C62AF"/>
    <w:rsid w:val="004D39F7"/>
    <w:rsid w:val="00522946"/>
    <w:rsid w:val="00553B48"/>
    <w:rsid w:val="00593B90"/>
    <w:rsid w:val="006229FC"/>
    <w:rsid w:val="00644196"/>
    <w:rsid w:val="0064490E"/>
    <w:rsid w:val="0068385D"/>
    <w:rsid w:val="006A004D"/>
    <w:rsid w:val="006C10A7"/>
    <w:rsid w:val="006C5B88"/>
    <w:rsid w:val="007011C9"/>
    <w:rsid w:val="00780F68"/>
    <w:rsid w:val="00795A3C"/>
    <w:rsid w:val="007A0389"/>
    <w:rsid w:val="007A3FB4"/>
    <w:rsid w:val="008117DC"/>
    <w:rsid w:val="00871888"/>
    <w:rsid w:val="008E6EFB"/>
    <w:rsid w:val="008F1B32"/>
    <w:rsid w:val="00940CA4"/>
    <w:rsid w:val="0095486A"/>
    <w:rsid w:val="009A051C"/>
    <w:rsid w:val="009A2A23"/>
    <w:rsid w:val="009C6045"/>
    <w:rsid w:val="00A41F93"/>
    <w:rsid w:val="00A45D78"/>
    <w:rsid w:val="00A639C5"/>
    <w:rsid w:val="00B70C52"/>
    <w:rsid w:val="00B75CDE"/>
    <w:rsid w:val="00BA050B"/>
    <w:rsid w:val="00BC7DC8"/>
    <w:rsid w:val="00C85A0C"/>
    <w:rsid w:val="00CE6FE6"/>
    <w:rsid w:val="00D721FB"/>
    <w:rsid w:val="00DE64E8"/>
    <w:rsid w:val="00E66741"/>
    <w:rsid w:val="00E9375B"/>
    <w:rsid w:val="00F15897"/>
    <w:rsid w:val="00F41A2F"/>
    <w:rsid w:val="00F4634F"/>
    <w:rsid w:val="00F83CA4"/>
    <w:rsid w:val="00FA5979"/>
    <w:rsid w:val="00FD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7CDA0392"/>
  <w15:chartTrackingRefBased/>
  <w15:docId w15:val="{BB08B14F-CEF9-430C-9861-2F9F45F4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18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desBuches">
    <w:name w:val="Titel des Buches"/>
    <w:basedOn w:val="Standard"/>
    <w:qFormat/>
    <w:rsid w:val="000418CE"/>
    <w:rPr>
      <w:rFonts w:asciiTheme="majorHAnsi" w:eastAsiaTheme="minorEastAsia" w:hAnsiTheme="majorHAnsi"/>
      <w:b/>
      <w:color w:val="538135" w:themeColor="accent6" w:themeShade="BF"/>
      <w:sz w:val="28"/>
      <w:szCs w:val="28"/>
      <w:lang w:val="de-CH" w:eastAsia="de-DE"/>
    </w:rPr>
  </w:style>
  <w:style w:type="paragraph" w:styleId="Kopfzeile">
    <w:name w:val="header"/>
    <w:basedOn w:val="Standard"/>
    <w:link w:val="KopfzeileZchn"/>
    <w:uiPriority w:val="99"/>
    <w:unhideWhenUsed/>
    <w:rsid w:val="00F46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634F"/>
  </w:style>
  <w:style w:type="paragraph" w:styleId="Fuzeile">
    <w:name w:val="footer"/>
    <w:basedOn w:val="Standard"/>
    <w:link w:val="FuzeileZchn"/>
    <w:uiPriority w:val="99"/>
    <w:unhideWhenUsed/>
    <w:rsid w:val="00F46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634F"/>
  </w:style>
  <w:style w:type="paragraph" w:styleId="Listenabsatz">
    <w:name w:val="List Paragraph"/>
    <w:basedOn w:val="Standard"/>
    <w:uiPriority w:val="34"/>
    <w:qFormat/>
    <w:rsid w:val="003A4FC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BEEAFE71</Template>
  <TotalTime>0</TotalTime>
  <Pages>1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2019-02-28T17:11:00Z</cp:lastPrinted>
  <dcterms:created xsi:type="dcterms:W3CDTF">2018-12-08T13:36:00Z</dcterms:created>
  <dcterms:modified xsi:type="dcterms:W3CDTF">2019-02-28T17:27:00Z</dcterms:modified>
</cp:coreProperties>
</file>